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-48"/>
        <w:tblW w:w="15948" w:type="dxa"/>
        <w:tblInd w:w="108" w:type="dxa"/>
        <w:tblLayout w:type="fixed"/>
        <w:tblLook w:val="00A0"/>
      </w:tblPr>
      <w:tblGrid>
        <w:gridCol w:w="7690"/>
        <w:gridCol w:w="8258"/>
      </w:tblGrid>
      <w:tr w:rsidR="00386488">
        <w:trPr>
          <w:trHeight w:val="9883"/>
        </w:trPr>
        <w:tc>
          <w:tcPr>
            <w:tcW w:w="7690" w:type="dxa"/>
          </w:tcPr>
          <w:p w:rsidR="00386488" w:rsidRDefault="0038648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 Е Г И С Т Р А Ц И О Н Н А Я     К А Р Т А</w:t>
            </w:r>
          </w:p>
          <w:p w:rsidR="00386488" w:rsidRDefault="0038648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слушателя отдела «УМЦ» ОГКУ «ЦГО»  </w:t>
            </w:r>
          </w:p>
          <w:p w:rsidR="00386488" w:rsidRDefault="003864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обучение с «____» _______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0"/>
                  <w:szCs w:val="20"/>
                </w:rPr>
                <w:t>20</w:t>
              </w:r>
              <w:r>
                <w:rPr>
                  <w:sz w:val="20"/>
                  <w:szCs w:val="20"/>
                  <w:u w:val="single"/>
                </w:rPr>
                <w:t xml:space="preserve">21 </w:t>
              </w:r>
              <w:r>
                <w:rPr>
                  <w:sz w:val="20"/>
                  <w:szCs w:val="20"/>
                </w:rPr>
                <w:t>г</w:t>
              </w:r>
            </w:smartTag>
            <w:r>
              <w:rPr>
                <w:sz w:val="20"/>
                <w:szCs w:val="20"/>
              </w:rPr>
              <w:t>. по « ____ » ________20</w:t>
            </w:r>
            <w:r>
              <w:rPr>
                <w:sz w:val="20"/>
                <w:szCs w:val="20"/>
                <w:u w:val="single"/>
              </w:rPr>
              <w:t xml:space="preserve">21 </w:t>
            </w:r>
            <w:r>
              <w:rPr>
                <w:sz w:val="20"/>
                <w:szCs w:val="20"/>
              </w:rPr>
              <w:t>г.</w:t>
            </w:r>
          </w:p>
          <w:p w:rsidR="00386488" w:rsidRDefault="003864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shape_0" o:spid="_x0000_s1026" style="position:absolute;left:0;text-align:left;margin-left:1in;margin-top:12.6pt;width:18.1pt;height:18.1pt;z-index:251658240" o:gfxdata="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N2BBDrXAAAA&#10;CQEAAA8AAAAAAAAAAQAgAAAAOAAAAGRycy9kb3ducmV2LnhtbFBLAQIUABQAAAAIAIdO4kBJyIRA&#10;zwEAAM4DAAAOAAAAAAAAAAEAIAAAADwBAABkcnMvZTJvRG9jLnhtbFBLBQYAAAAABgAGAFkBAAB9&#10;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27" style="position:absolute;left:0;text-align:left;margin-left:90pt;margin-top:12.6pt;width:18.1pt;height:18.1pt;z-index:251659264" o:gfxdata="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DppfA51wAAAAkBAAAPAAAAAAAAAAEAIAAA&#10;ADgAAABkcnMvZG93bnJldi54bWxQSwECFAAUAAAACACHTuJAPTzWhfcBAADjAwAADgAAAAAAAAAB&#10;ACAAAAA8AQAAZHJzL2Uyb0RvYy54bWxQSwUGAAAAAAYABgBZAQAApQ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28" style="position:absolute;left:0;text-align:left;margin-left:108pt;margin-top:12.6pt;width:18.1pt;height:18.1pt;z-index:251660288" o:gfxdata="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BAmDOb1gAAAAkBAAAPAAAAAAAAAAEAIAAA&#10;ADgAAABkcnMvZG93bnJldi54bWxQSwECFAAUAAAACACHTuJAoK0fifgBAADjAwAADgAAAAAAAAAB&#10;ACAAAAA7AQAAZHJzL2Uyb0RvYy54bWxQSwUGAAAAAAYABgBZAQAApQ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29" style="position:absolute;left:0;text-align:left;margin-left:126pt;margin-top:12.6pt;width:18.1pt;height:18.1pt;z-index:251661312" o:gfxdata="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A7N97I1wAAAAkBAAAPAAAAAAAAAAEAIAAA&#10;ADgAAABkcnMvZG93bnJldi54bWxQSwECFAAUAAAACACHTuJAycxYAPcBAADjAwAADgAAAAAAAAAB&#10;ACAAAAA8AQAAZHJzL2Uyb0RvYy54bWxQSwUGAAAAAAYABgBZAQAApQ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30" style="position:absolute;left:0;text-align:left;margin-left:2in;margin-top:12.6pt;width:18.1pt;height:18.1pt;z-index:251662336" o:gfxdata="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C/m54E1wAAAAkBAAAPAAAAAAAAAAEAIAAA&#10;ADgAAABkcnMvZG93bnJldi54bWxQSwECFAAUAAAACACHTuJAJtmcL/cBAADjAwAADgAAAAAAAAAB&#10;ACAAAAA8AQAAZHJzL2Uyb0RvYy54bWxQSwUGAAAAAAYABgBZAQAApQ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31" style="position:absolute;left:0;text-align:left;margin-left:162pt;margin-top:12.6pt;width:18.1pt;height:18.1pt;z-index:251663360" o:gfxdata="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FxtOdNgAAAAJAQAADwAAAAAAAAABACAA&#10;AAA4AAAAZHJzL2Rvd25yZXYueG1sUEsBAhQAFAAAAAgAh07iQGVj3Xz3AQAA4wMAAA4AAAAAAAAA&#10;AQAgAAAAPQ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32" style="position:absolute;left:0;text-align:left;margin-left:180pt;margin-top:12.6pt;width:18.1pt;height:18.1pt;z-index:251664384" o:gfxdata="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uBrU6tgAAAAJAQAADwAAAAAAAAABACAA&#10;AAA4AAAAZHJzL2Rvd25yZXYueG1sUEsBAhQAFAAAAAgAh07iQBz6Dzb3AQAA4wMAAA4AAAAAAAAA&#10;AQAgAAAAPQ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33" style="position:absolute;left:0;text-align:left;margin-left:198pt;margin-top:12.6pt;width:18.1pt;height:18.1pt;z-index:251665408" o:gfxdata="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ltnHotgAAAAJAQAADwAAAAAAAAABACAA&#10;AAA4AAAAZHJzL2Rvd25yZXYueG1sUEsBAhQAFAAAAAgAh07iQGArNND3AQAA4wMAAA4AAAAAAAAA&#10;AQAgAAAAPQ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34" style="position:absolute;left:0;text-align:left;margin-left:3in;margin-top:12.6pt;width:18.1pt;height:18.1pt;z-index:251666432" o:gfxdata="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AQKggnYAAAACQEAAA8AAAAAAAAAAQAg&#10;AAAAOAAAAGRycy9kb3ducmV2LnhtbFBLAQIUABQAAAAIAIdO4kAq5XeJ+AEAAOQDAAAOAAAAAAAA&#10;AAEAIAAAAD0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35" style="position:absolute;left:0;text-align:left;margin-left:234pt;margin-top:12.6pt;width:18.1pt;height:18.1pt;z-index:251667456" o:gfxdata="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6dHedNgAAAAJAQAADwAAAAAAAAABACAA&#10;AAA4AAAAZHJzL2Rvd25yZXYueG1sUEsBAhQAFAAAAAgAh07iQEy0Ggb3AQAA5QMAAA4AAAAAAAAA&#10;AQAgAAAAPQ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36" style="position:absolute;left:0;text-align:left;margin-left:252pt;margin-top:12.6pt;width:18.1pt;height:18.1pt;z-index:251668480" o:gfxdata="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Fbp92jYAAAACQEAAA8AAAAAAAAAAQAg&#10;AAAAOAAAAGRycy9kb3ducmV2LnhtbFBLAQIUABQAAAAIAIdO4kAapuOy+AEAAOUDAAAOAAAAAAAA&#10;AAEAIAAAAD0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37" style="position:absolute;left:0;text-align:left;margin-left:270pt;margin-top:12.6pt;width:18.1pt;height:18.1pt;z-index:251669504" o:gfxdata="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IpP3w/YAAAACQEAAA8AAAAAAAAAAQAg&#10;AAAAOAAAAGRycy9kb3ducmV2LnhtbFBLAQIUABQAAAAIAIdO4kDTEpSX+AEAAOUDAAAOAAAAAAAA&#10;AAEAIAAAAD0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38" style="position:absolute;left:0;text-align:left;margin-left:4in;margin-top:12.6pt;width:18.1pt;height:18.1pt;z-index:251670528" o:gfxdata="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OAfBCPXAAAACQEAAA8AAAAAAAAAAQAg&#10;AAAAOAAAAGRycy9kb3ducmV2LnhtbFBLAQIUABQAAAAIAIdO4kD3hGAA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39" style="position:absolute;left:0;text-align:left;margin-left:306pt;margin-top:12.6pt;width:18.1pt;height:18.1pt;z-index:251671552" o:gfxdata="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LBfLZrXAAAACQEAAA8AAAAAAAAAAQAg&#10;AAAAOAAAAGRycy9kb3ducmV2LnhtbFBLAQIUABQAAAAIAIdO4kAz/3b+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40" style="position:absolute;left:0;text-align:left;margin-left:324pt;margin-top:12.6pt;width:18.1pt;height:18.1pt;z-index:251672576" o:gfxdata="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L8QwrPXAAAACQEAAA8AAAAAAAAAAQAg&#10;AAAAOAAAAGRycy9kb3ducmV2LnhtbFBLAQIUABQAAAAIAIdO4kBl7Y9K+QEAAOUDAAAOAAAAAAAA&#10;AAEAIAAAADwBAABkcnMvZTJvRG9jLnhtbFBLBQYAAAAABgAGAFkBAACnBQAAAAA=&#10;">
                  <v:stroke joinstyle="round"/>
                </v:rect>
              </w:pic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Фамилия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41" style="position:absolute;left:0;text-align:left;margin-left:1in;margin-top:12pt;width:18.1pt;height:18.1pt;z-index:251673600" o:gfxdata="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/Anfs9YAAAAJAQAADwAAAAAAAAABACAA&#10;AAA4AAAAZHJzL2Rvd25yZXYueG1sUEsBAhQAFAAAAAgAh07iQKxZ+G/5AQAA5QMAAA4AAAAAAAAA&#10;AQAgAAAAOw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42" style="position:absolute;left:0;text-align:left;margin-left:90pt;margin-top:12pt;width:18.1pt;height:18.1pt;z-index:251674624" o:gfxdata="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MgtK7DXAAAACQEAAA8AAAAAAAAAAQAg&#10;AAAAOAAAAGRycy9kb3ducmV2LnhtbFBLAQIUABQAAAAIAIdO4kBsxxe+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43" style="position:absolute;left:0;text-align:left;margin-left:108pt;margin-top:12pt;width:18.1pt;height:18.1pt;z-index:251675648" o:gfxdata="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YRDoEtcAAAAJAQAADwAAAAAAAAABACAA&#10;AAA4AAAAZHJzL2Rvd25yZXYueG1sUEsBAhQAFAAAAAgAh07iQPMksy34AQAA5QMAAA4AAAAAAAAA&#10;AQAgAAAAPA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44" style="position:absolute;left:0;text-align:left;margin-left:126pt;margin-top:12pt;width:18.1pt;height:18.1pt;z-index:251676672" o:gfxdata="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Gr8FQdcAAAAJAQAADwAAAAAAAAABACAA&#10;AAA4AAAAZHJzL2Rvd25yZXYueG1sUEsBAhQAFAAAAAgAh07iQNf1Sb74AQAA5QMAAA4AAAAAAAAA&#10;AQAgAAAAPA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45" style="position:absolute;left:0;text-align:left;margin-left:2in;margin-top:12pt;width:18.1pt;height:18.1pt;z-index:251677696" o:gfxdata="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nhNFjdgAAAAJAQAADwAAAAAAAAABACAA&#10;AAA4AAAAZHJzL2Rvd25yZXYueG1sUEsBAhQAFAAAAAgAh07iQCa3k7v3AQAA5QMAAA4AAAAAAAAA&#10;AQAgAAAAPQ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46" style="position:absolute;left:0;text-align:left;margin-left:162pt;margin-top:12pt;width:18.1pt;height:18.1pt;z-index:251678720" o:gfxdata="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A2k5X91gAAAAkBAAAPAAAAAAAAAAEAIAAA&#10;ADgAAABkcnMvZG93bnJldi54bWxQSwECFAAUAAAACACHTuJAcKVqD/gBAADlAwAADgAAAAAAAAAB&#10;ACAAAAA7AQAAZHJzL2Uyb0RvYy54bWxQSwUGAAAAAAYABgBZAQAApQ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47" style="position:absolute;left:0;text-align:left;margin-left:180pt;margin-top:12pt;width:18.1pt;height:18.1pt;z-index:251679744" o:gfxdata="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JmSD2PYAAAACQEAAA8AAAAAAAAAAQAg&#10;AAAAOAAAAGRycy9kb3ducmV2LnhtbFBLAQIUABQAAAAIAIdO4kC5ER0q+AEAAOUDAAAOAAAAAAAA&#10;AAEAIAAAAD0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48" style="position:absolute;left:0;text-align:left;margin-left:198pt;margin-top:12pt;width:18.1pt;height:18.1pt;z-index:251680768" o:gfxdata="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t1EcK9gAAAAJAQAADwAAAAAAAAAB&#10;ACAAAAA4AAAAZHJzL2Rvd25yZXYueG1sUEsBAhQAFAAAAAgAh07iQJ2H6b36AQAA5QMAAA4AAAAA&#10;AAAAAQAgAAAAPQEAAGRycy9lMm9Eb2MueG1sUEsFBgAAAAAGAAYAWQEAAKk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49" style="position:absolute;left:0;text-align:left;margin-left:3in;margin-top:12pt;width:18.1pt;height:18.1pt;z-index:251681792" o:gfxdata="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CWCWYDYAAAACQEAAA8AAAAAAAAAAQAg&#10;AAAAOAAAAGRycy9kb3ducmV2LnhtbFBLAQIUABQAAAAIAIdO4kBZ/P9D+AEAAOUDAAAOAAAAAAAA&#10;AAEAIAAAAD0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50" style="position:absolute;left:0;text-align:left;margin-left:234pt;margin-top:12pt;width:18.1pt;height:18.1pt;z-index:251682816" o:gfxdata="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MhZBf3YAAAACQEAAA8AAAAAAAAAAQAg&#10;AAAAOAAAAGRycy9kb3ducmV2LnhtbFBLAQIUABQAAAAIAIdO4kAP7gb3+AEAAOUDAAAOAAAAAAAA&#10;AAEAIAAAAD0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51" style="position:absolute;left:0;text-align:left;margin-left:252pt;margin-top:12pt;width:18.1pt;height:18.1pt;z-index:251683840" o:gfxdata="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HdhLOHXAAAACQEAAA8AAAAAAAAAAQAg&#10;AAAAOAAAAGRycy9kb3ducmV2LnhtbFBLAQIUABQAAAAIAIdO4kDGWnHS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52" style="position:absolute;left:0;text-align:left;margin-left:270pt;margin-top:12pt;width:18.1pt;height:18.1pt;z-index:251684864" o:gfxdata="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CrxwSG2AAAAAkBAAAPAAAAAAAAAAEA&#10;IAAAADgAAABkcnMvZG93bnJldi54bWxQSwECFAAUAAAACACHTuJABsSeA/kBAADlAwAADgAAAAAA&#10;AAABACAAAAA9AQAAZHJzL2Uyb0RvYy54bWxQSwUGAAAAAAYABgBZAQAAqA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53" style="position:absolute;left:0;text-align:left;margin-left:4in;margin-top:12pt;width:18.1pt;height:18.1pt;z-index:251685888" o:gfxdata="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MGX36rXAAAACQEAAA8AAAAAAAAAAQAg&#10;AAAAOAAAAGRycy9kb3ducmV2LnhtbFBLAQIUABQAAAAIAIdO4kCZJzqQ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54" style="position:absolute;left:0;text-align:left;margin-left:306pt;margin-top:12pt;width:18.1pt;height:18.1pt;z-index:251686912" o:gfxdata="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JHX9hPXAAAACQEAAA8AAAAAAAAAAQAg&#10;AAAAOAAAAGRycy9kb3ducmV2LnhtbFBLAQIUABQAAAAIAIdO4kB3+NRc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55" style="position:absolute;left:0;text-align:left;margin-left:324pt;margin-top:12pt;width:18.1pt;height:18.1pt;z-index:251687936" o:gfxdata="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npgZOtcAAAAJAQAADwAAAAAAAAABACAA&#10;AAA4AAAAZHJzL2Rvd25yZXYueG1sUEsBAhQAFAAAAAgAh07iQD+0O2b4AQAA5QMAAA4AAAAAAAAA&#10;AQAgAAAAPAEAAGRycy9lMm9Eb2MueG1sUEsFBgAAAAAGAAYAWQEAAKYFAAAAAA==&#10;">
                  <v:stroke joinstyle="round"/>
                </v:rect>
              </w:pic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Имя     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56" style="position:absolute;left:0;text-align:left;margin-left:1in;margin-top:11.4pt;width:18.1pt;height:18.1pt;z-index:251688960" o:gfxdata="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9K+rgNYAAAAJAQAADwAAAAAAAAABACAA&#10;AAA4AAAAZHJzL2Rvd25yZXYueG1sUEsBAhQAFAAAAAgAh07iQGmmwtL5AQAA5QMAAA4AAAAAAAAA&#10;AQAgAAAAOw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57" style="position:absolute;left:0;text-align:left;margin-left:90pt;margin-top:11.4pt;width:18.1pt;height:18.1pt;z-index:251689984" o:gfxdata="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wItfg9YAAAAJAQAADwAAAAAAAAABACAA&#10;AAA4AAAAZHJzL2Rvd25yZXYueG1sUEsBAhQAFAAAAAgAh07iQKAStff5AQAA5QMAAA4AAAAAAAAA&#10;AQAgAAAAOw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58" style="position:absolute;left:0;text-align:left;margin-left:108pt;margin-top:11.4pt;width:18.1pt;height:18.1pt;z-index:251691008" o:gfxdata="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Bptpwh1wAAAAkBAAAPAAAAAAAAAAEA&#10;IAAAADgAAABkcnMvZG93bnJldi54bWxQSwECFAAUAAAACACHTuJAhIRBYPoBAADlAwAADgAAAAAA&#10;AAABACAAAAA8AQAAZHJzL2Uyb0RvYy54bWxQSwUGAAAAAAYABgBZAQAAqA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59" style="position:absolute;left:0;text-align:left;margin-left:126pt;margin-top:11.4pt;width:18.1pt;height:18.1pt;z-index:251692032" o:gfxdata="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ASGXFy1wAAAAkBAAAPAAAAAAAAAAEA&#10;IAAAADgAAABkcnMvZG93bnJldi54bWxQSwECFAAUAAAACACHTuJAQP9XnvoBAADlAwAADgAAAAAA&#10;AAABACAAAAA8AQAAZHJzL2Uyb0RvYy54bWxQSwUGAAAAAAYABgBZAQAAqA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60" style="position:absolute;left:0;text-align:left;margin-left:2in;margin-top:11.4pt;width:18.1pt;height:18.1pt;z-index:251693056" o:gfxdata="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Ja1Mb7XAAAACQEAAA8AAAAAAAAAAQAg&#10;AAAAOAAAAGRycy9kb3ducmV2LnhtbFBLAQIUABQAAAAIAIdO4kAW7a4q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61" style="position:absolute;left:0;text-align:left;margin-left:162pt;margin-top:11.4pt;width:18.1pt;height:18.1pt;z-index:251694080" o:gfxdata="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D414c7XAAAACQEAAA8AAAAAAAAAAQAg&#10;AAAAOAAAAGRycy9kb3ducmV2LnhtbFBLAQIUABQAAAAIAIdO4kDfWdkP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62" style="position:absolute;left:0;text-align:left;margin-left:180pt;margin-top:11.4pt;width:18.1pt;height:18.1pt;z-index:251695104" o:gfxdata="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JE0e1DXAAAACQEAAA8AAAAAAAAAAQAg&#10;AAAAOAAAAGRycy9kb3ducmV2LnhtbFBLAQIUABQAAAAIAIdO4kAfxzbe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63" style="position:absolute;left:0;text-align:left;margin-left:198pt;margin-top:11.4pt;width:18.1pt;height:18.1pt;z-index:251696128" o:gfxdata="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L/3aBjXAAAACQEAAA8AAAAAAAAAAQAg&#10;AAAAOAAAAGRycy9kb3ducmV2LnhtbFBLAQIUABQAAAAIAIdO4kCAJJJN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64" style="position:absolute;left:0;text-align:left;margin-left:3in;margin-top:11.4pt;width:18.1pt;height:18.1pt;z-index:251697152" o:gfxdata="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LSQts9gAAAAJAQAADwAAAAAAAAAB&#10;ACAAAAA4AAAAZHJzL2Rvd25yZXYueG1sUEsBAhQAFAAAAAgAh07iQDDoQGD6AQAA5QMAAA4AAAAA&#10;AAAAAQAgAAAAPQEAAGRycy9lMm9Eb2MueG1sUEsFBgAAAAAGAAYAWQEAAKk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65" style="position:absolute;left:0;text-align:left;margin-left:234pt;margin-top:11.4pt;width:18.1pt;height:18.1pt;z-index:251698176" o:gfxdata="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wP9xztcAAAAJAQAADwAAAAAAAAABACAA&#10;AAA4AAAAZHJzL2Rvd25yZXYueG1sUEsBAhQAFAAAAAgAh07iQLO38Bv4AQAA5QMAAA4AAAAAAAAA&#10;AQAgAAAAPA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66" style="position:absolute;left:0;text-align:left;margin-left:252pt;margin-top:11.4pt;width:18.1pt;height:18.1pt;z-index:251699200" o:gfxdata="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H/HWNLXAAAACQEAAA8AAAAAAAAAAQAg&#10;AAAAOAAAAGRycy9kb3ducmV2LnhtbFBLAQIUABQAAAAIAIdO4kDlpQmv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67" style="position:absolute;left:0;text-align:left;margin-left:270pt;margin-top:11.4pt;width:18.1pt;height:18.1pt;z-index:251700224" o:gfxdata="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CjYXC11wAAAAkBAAAPAAAAAAAAAAEA&#10;IAAAADgAAABkcnMvZG93bnJldi54bWxQSwECFAAUAAAACACHTuJALBF+ivoBAADlAwAADgAAAAAA&#10;AAABACAAAAA8AQAAZHJzL2Uyb0RvYy54bWxQSwUGAAAAAAYABgBZAQAAqA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68" style="position:absolute;left:0;text-align:left;margin-left:4in;margin-top:11.4pt;width:18.1pt;height:18.1pt;z-index:251701248" o:gfxdata="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DJMauZ1wAAAAkBAAAPAAAAAAAAAAEA&#10;IAAAADgAAABkcnMvZG93bnJldi54bWxQSwECFAAUAAAACACHTuJACIeKHfoBAADlAwAADgAAAAAA&#10;AAABACAAAAA8AQAAZHJzL2Uyb0RvYy54bWxQSwUGAAAAAAYABgBZAQAAqAUAAAAA&#10;">
                  <v:stroke joinstyle="round"/>
                </v:rect>
              </w:pict>
            </w:r>
            <w:r>
              <w:rPr>
                <w:noProof/>
              </w:rPr>
              <w:pict>
                <v:rect id="_x0000_s1069" style="position:absolute;left:0;text-align:left;margin-left:306pt;margin-top:11.4pt;width:18.1pt;height:18.1pt;z-index:251702272" o:gfxdata="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JlxgiDXAAAACQEAAA8AAAAAAAAAAQAg&#10;AAAAOAAAAGRycy9kb3ducmV2LnhtbFBLAQIUABQAAAAIAIdO4kDM/Jzj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0" style="position:absolute;left:0;text-align:left;margin-left:324pt;margin-top:11.4pt;width:18.1pt;height:18.1pt;z-index:251703296" o:gfxdata="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CWPm0J2AAAAAkBAAAPAAAAAAAAAAEA&#10;IAAAADgAAABkcnMvZG93bnJldi54bWxQSwECFAAUAAAACACHTuJAmu5lV/kBAADlAwAADgAAAAAA&#10;AAABACAAAAA9AQAAZHJzL2Uyb0RvYy54bWxQSwUGAAAAAAYABgBZAQAAqAUAAAAA&#10;">
                  <v:stroke joinstyle="round"/>
                </v:rect>
              </w:pic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Отчество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86488" w:rsidRDefault="003864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заполнять печатными буквами</w:t>
            </w:r>
            <w:r>
              <w:rPr>
                <w:sz w:val="20"/>
                <w:szCs w:val="20"/>
              </w:rPr>
              <w:t>)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Муниципальный район/городской округ ________________________________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Образование ___________________________________________________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Место работы __________________________________________________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Электронный адрес______________________________________________</w:t>
            </w:r>
          </w:p>
          <w:p w:rsidR="00386488" w:rsidRDefault="003864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(свыше 200 чел.) </w:t>
            </w:r>
          </w:p>
          <w:p w:rsidR="00386488" w:rsidRDefault="003864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(менее 200 чел.)            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71" style="position:absolute;left:0;text-align:left;margin-left:306.15pt;margin-top:7.4pt;width:18.1pt;height:18.1pt;z-index:251704320" o:gfxdata="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KzX3ujXAAAACQEAAA8AAAAAAAAAAQAg&#10;AAAAOAAAAGRycy9kb3ducmV2LnhtbFBLAQIUABQAAAAIAIdO4kBTWhJy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2" style="position:absolute;left:0;text-align:left;margin-left:324pt;margin-top:7.4pt;width:18.1pt;height:18.1pt;z-index:251705344" o:gfxdata="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IOWnG3XAAAACQEAAA8AAAAAAAAAAQAg&#10;AAAAOAAAAGRycy9kb3ducmV2LnhtbFBLAQIUABQAAAAIAIdO4kCTxP2j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3" style="position:absolute;left:0;text-align:left;margin-left:143.85pt;margin-top:7.4pt;width:18.1pt;height:18.1pt;z-index:251706368" o:gfxdata="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HY44bnXAAAACQEAAA8AAAAAAAAAAQAg&#10;AAAAOAAAAGRycy9kb3ducmV2LnhtbFBLAQIUABQAAAAIAIdO4kAMJ1kw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4" style="position:absolute;left:0;text-align:left;margin-left:162pt;margin-top:7.4pt;width:18.1pt;height:18.1pt;z-index:251707392" o:gfxdata="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CudEKrXAAAACQEAAA8AAAAAAAAAAQAg&#10;AAAAOAAAAGRycy9kb3ducmV2LnhtbFBLAQIUABQAAAAIAIdO4kDi+Lf8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5" style="position:absolute;left:0;text-align:left;margin-left:180pt;margin-top:7.4pt;width:18.1pt;height:18.1pt;z-index:251708416" o:gfxdata="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hJyKNNcAAAAJAQAADwAAAAAAAAABACAA&#10;AAA4AAAAZHJzL2Rvd25yZXYueG1sUEsBAhQAFAAAAAgAh07iQKq0WMb4AQAA5QMAAA4AAAAAAAAA&#10;AQAgAAAAPAEAAGRycy9lMm9Eb2MueG1sUEsFBgAAAAAGAAYAWQEAAKYFAAAAAA=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6" style="position:absolute;left:0;text-align:left;margin-left:198pt;margin-top:7.4pt;width:18.1pt;height:18.1pt;z-index:251709440" o:gfxdata="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KpfmXzXAAAACQEAAA8AAAAAAAAAAQAg&#10;AAAAOAAAAGRycy9kb3ducmV2LnhtbFBLAQIUABQAAAAIAIdO4kD8pqFy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7" style="position:absolute;left:0;text-align:left;margin-left:3in;margin-top:7.4pt;width:18.1pt;height:18.1pt;z-index:251710464" o:gfxdata="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DiM3NfXAAAACQEAAA8AAAAAAAAAAQAg&#10;AAAAOAAAAGRycy9kb3ducmV2LnhtbFBLAQIUABQAAAAIAIdO4kA1EtZX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8" style="position:absolute;left:0;text-align:left;margin-left:234pt;margin-top:7.4pt;width:18.1pt;height:18.1pt;z-index:251711488" o:gfxdata="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NVXgKrXAAAACQEAAA8AAAAAAAAAAQAg&#10;AAAAOAAAAGRycy9kb3ducmV2LnhtbFBLAQIUABQAAAAIAIdO4kARhCLA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79" style="position:absolute;left:0;text-align:left;margin-left:252pt;margin-top:7.4pt;width:18.1pt;height:18.1pt;z-index:251712512" o:gfxdata="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GpvqbbXAAAACQEAAA8AAAAAAAAAAQAg&#10;AAAAOAAAAGRycy9kb3ducmV2LnhtbFBLAQIUABQAAAAIAIdO4kDV/zQ+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80" style="position:absolute;left:0;text-align:left;margin-left:270pt;margin-top:7.4pt;width:18.1pt;height:18.1pt;z-index:251713536" o:gfxdata="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LbJgdHXAAAACQEAAA8AAAAAAAAAAQAg&#10;AAAAOAAAAGRycy9kb3ducmV2LnhtbFBLAQIUABQAAAAIAIdO4kCD7c2K+QEAAOUDAAAOAAAAAAAA&#10;AAEAIAAAADwBAABkcnMvZTJvRG9jLnhtbFBLBQYAAAAABgAGAFkBAACnBQAAAAA=&#10;">
                  <v:stroke joinstyle="round"/>
                </v:rect>
              </w:pict>
            </w:r>
            <w:r>
              <w:rPr>
                <w:noProof/>
              </w:rPr>
              <w:pict>
                <v:rect id="_x0000_s1081" style="position:absolute;left:0;text-align:left;margin-left:287.85pt;margin-top:7.4pt;width:18.1pt;height:18.1pt;z-index:251714560" o:gfxdata="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AmygWfXAAAACQEAAA8AAAAAAAAAAQAg&#10;AAAAOAAAAGRycy9kb3ducmV2LnhtbFBLAQIUABQAAAAIAIdO4kBKWbqv+QEAAOUDAAAOAAAAAAAA&#10;AAEAIAAAADwBAABkcnMvZTJvRG9jLnhtbFBLBQYAAAAABgAGAFkBAACnBQAAAAA=&#10;">
                  <v:stroke joinstyle="round"/>
                </v:rect>
              </w:pict>
            </w:r>
          </w:p>
          <w:p w:rsidR="00386488" w:rsidRDefault="0038648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 (личный)_______________________________________________________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Должность по месту работы __________________________________________</w:t>
            </w:r>
          </w:p>
          <w:p w:rsidR="00386488" w:rsidRDefault="00386488">
            <w:pPr>
              <w:spacing w:after="0" w:line="240" w:lineRule="auto"/>
              <w:rPr>
                <w:sz w:val="20"/>
                <w:szCs w:val="20"/>
              </w:rPr>
            </w:pPr>
          </w:p>
          <w:p w:rsidR="00386488" w:rsidRDefault="003864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10.Категория (группа) по ГО и РСЧС ____________________________________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Дата прохождения последнего обучения______________________________</w:t>
            </w:r>
          </w:p>
          <w:p w:rsidR="00386488" w:rsidRDefault="0038648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86488" w:rsidRDefault="00386488">
            <w:pPr>
              <w:spacing w:after="0" w:line="240" w:lineRule="auto"/>
              <w:rPr>
                <w:sz w:val="20"/>
                <w:szCs w:val="20"/>
              </w:rPr>
            </w:pPr>
          </w:p>
          <w:p w:rsidR="00386488" w:rsidRDefault="003864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«___» 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0"/>
                  <w:szCs w:val="20"/>
                </w:rPr>
                <w:t>2021 г</w:t>
              </w:r>
            </w:smartTag>
            <w:r>
              <w:rPr>
                <w:sz w:val="20"/>
                <w:szCs w:val="20"/>
              </w:rPr>
              <w:t>. Подпись__________________________</w:t>
            </w:r>
          </w:p>
          <w:p w:rsidR="00386488" w:rsidRDefault="0038648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Я, ____________________________, даю согласие исключительно на использование моих персональных данных в целях оформления документов о повышении квалификации в отделе «УМЦ» ОГКУ «ЦГО». </w:t>
            </w:r>
          </w:p>
          <w:p w:rsidR="00386488" w:rsidRDefault="00386488">
            <w:pPr>
              <w:spacing w:after="0" w:line="240" w:lineRule="auto"/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Данное согласие действует с момента начала обучения до достижения целей. </w:t>
            </w:r>
          </w:p>
          <w:p w:rsidR="00386488" w:rsidRDefault="00386488">
            <w:pPr>
              <w:spacing w:after="0" w:line="240" w:lineRule="auto"/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действую по своей воле и в своих интересах. </w:t>
            </w:r>
          </w:p>
          <w:p w:rsidR="00386488" w:rsidRDefault="00386488">
            <w:pPr>
              <w:spacing w:after="0" w:line="240" w:lineRule="auto"/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Уставом ОГКУ «ЦГО», лицензией на право образовательной деятельности, Правилами приёма на обучение, дополнительной образовательной программой ознакомлен (а).</w:t>
            </w:r>
          </w:p>
          <w:p w:rsidR="00386488" w:rsidRDefault="00386488">
            <w:pPr>
              <w:spacing w:after="0" w:line="240" w:lineRule="auto"/>
              <w:ind w:firstLine="284"/>
              <w:jc w:val="both"/>
            </w:pPr>
            <w:r>
              <w:rPr>
                <w:sz w:val="20"/>
                <w:szCs w:val="20"/>
              </w:rPr>
              <w:t>С правилами внутреннего распорядка, обязанностями слушателя и общими правилами охраны труда, пожарной и антитеррористической безопасности, профилактическими мерами по нераспространению коронавирусной инфекции (</w:t>
            </w:r>
            <w:r>
              <w:rPr>
                <w:sz w:val="20"/>
                <w:szCs w:val="20"/>
                <w:lang w:val="en-US"/>
              </w:rPr>
              <w:t>COVID</w:t>
            </w:r>
            <w:r>
              <w:rPr>
                <w:sz w:val="20"/>
                <w:szCs w:val="20"/>
              </w:rPr>
              <w:t xml:space="preserve"> - 19)в отделе </w:t>
            </w:r>
            <w:r>
              <w:rPr>
                <w:sz w:val="18"/>
                <w:szCs w:val="18"/>
              </w:rPr>
              <w:t xml:space="preserve">«УМЦ» </w:t>
            </w:r>
            <w:r>
              <w:rPr>
                <w:sz w:val="20"/>
                <w:szCs w:val="20"/>
              </w:rPr>
              <w:t xml:space="preserve">ОГКУ «ЦГО» во время проведения обучения ознакомлен (а). </w:t>
            </w:r>
          </w:p>
        </w:tc>
        <w:tc>
          <w:tcPr>
            <w:tcW w:w="8258" w:type="dxa"/>
          </w:tcPr>
          <w:p w:rsidR="00386488" w:rsidRDefault="00386488" w:rsidP="009A6F91">
            <w:pPr>
              <w:tabs>
                <w:tab w:val="left" w:pos="6090"/>
              </w:tabs>
              <w:spacing w:after="0" w:line="240" w:lineRule="auto"/>
            </w:pPr>
          </w:p>
          <w:p w:rsidR="00386488" w:rsidRDefault="00386488">
            <w:pPr>
              <w:tabs>
                <w:tab w:val="left" w:pos="6090"/>
              </w:tabs>
              <w:spacing w:after="0" w:line="240" w:lineRule="auto"/>
              <w:ind w:firstLine="5102"/>
              <w:jc w:val="center"/>
            </w:pPr>
          </w:p>
          <w:p w:rsidR="00386488" w:rsidRDefault="00386488">
            <w:pPr>
              <w:tabs>
                <w:tab w:val="left" w:pos="6090"/>
              </w:tabs>
              <w:spacing w:after="0" w:line="240" w:lineRule="auto"/>
              <w:ind w:firstLine="5102"/>
              <w:jc w:val="center"/>
            </w:pPr>
          </w:p>
          <w:p w:rsidR="00386488" w:rsidRDefault="00386488">
            <w:pPr>
              <w:tabs>
                <w:tab w:val="left" w:pos="6090"/>
              </w:tabs>
              <w:spacing w:after="0" w:line="240" w:lineRule="auto"/>
              <w:ind w:firstLine="5102"/>
              <w:jc w:val="center"/>
            </w:pPr>
          </w:p>
          <w:p w:rsidR="00386488" w:rsidRDefault="00386488">
            <w:pPr>
              <w:spacing w:after="0" w:line="240" w:lineRule="auto"/>
              <w:jc w:val="right"/>
            </w:pPr>
            <w:r>
              <w:rPr>
                <w:noProof/>
              </w:rPr>
              <w:pict>
                <v:rect id="_x0000_s1082" style="position:absolute;left:0;text-align:left;margin-left:284.25pt;margin-top:-43.05pt;width:99.9pt;height:27pt;z-index:251715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" stroked="f" strokeweight="0">
                  <v:textbox>
                    <w:txbxContent>
                      <w:p w:rsidR="00386488" w:rsidRDefault="00386488">
                        <w:r>
                          <w:t>Приложение 1</w:t>
                        </w:r>
                      </w:p>
                    </w:txbxContent>
                  </v:textbox>
                </v:rect>
              </w:pict>
            </w:r>
            <w:r>
              <w:t xml:space="preserve">Начальнику </w:t>
            </w:r>
          </w:p>
          <w:p w:rsidR="00386488" w:rsidRDefault="00386488">
            <w:pPr>
              <w:spacing w:after="0" w:line="240" w:lineRule="auto"/>
              <w:jc w:val="right"/>
            </w:pPr>
            <w:r>
              <w:t xml:space="preserve"> ОГКУ «ЦГО»</w:t>
            </w:r>
          </w:p>
          <w:p w:rsidR="00386488" w:rsidRDefault="00386488">
            <w:pPr>
              <w:wordWrap w:val="0"/>
              <w:spacing w:after="0" w:line="240" w:lineRule="auto"/>
              <w:jc w:val="right"/>
            </w:pPr>
            <w:r>
              <w:t>А.В. Зуеву</w:t>
            </w:r>
            <w:bookmarkStart w:id="0" w:name="_GoBack"/>
            <w:bookmarkEnd w:id="0"/>
          </w:p>
          <w:p w:rsidR="00386488" w:rsidRDefault="00386488">
            <w:pPr>
              <w:spacing w:after="0" w:line="240" w:lineRule="auto"/>
              <w:jc w:val="right"/>
            </w:pPr>
            <w:r>
              <w:t>____________________________</w:t>
            </w:r>
          </w:p>
          <w:p w:rsidR="00386488" w:rsidRDefault="00386488">
            <w:pPr>
              <w:spacing w:after="0" w:line="240" w:lineRule="auto"/>
              <w:jc w:val="center"/>
            </w:pPr>
            <w:r>
              <w:t xml:space="preserve">                                                                         (ФИО)</w:t>
            </w:r>
          </w:p>
          <w:p w:rsidR="00386488" w:rsidRDefault="00386488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386488" w:rsidRDefault="00386488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386488" w:rsidRDefault="0038648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Заявление</w:t>
            </w:r>
          </w:p>
          <w:p w:rsidR="00386488" w:rsidRDefault="00386488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386488" w:rsidRDefault="00386488" w:rsidP="00386488">
            <w:pPr>
              <w:spacing w:after="0" w:line="240" w:lineRule="auto"/>
              <w:ind w:firstLineChars="200" w:firstLine="31680"/>
              <w:jc w:val="both"/>
            </w:pPr>
            <w:r>
              <w:t xml:space="preserve">Прошу зачислить меня слушателем на </w:t>
            </w:r>
            <w:r>
              <w:rPr>
                <w:b/>
                <w:u w:val="single"/>
              </w:rPr>
              <w:t>заочное</w:t>
            </w:r>
            <w:r>
              <w:t xml:space="preserve"> обучение </w:t>
            </w:r>
          </w:p>
          <w:p w:rsidR="00386488" w:rsidRDefault="00386488">
            <w:pPr>
              <w:spacing w:after="0" w:line="240" w:lineRule="auto"/>
            </w:pPr>
            <w:r>
              <w:rPr>
                <w:b/>
                <w:bCs/>
                <w:u w:val="single"/>
              </w:rPr>
              <w:t>По категории:</w:t>
            </w:r>
            <w:r>
              <w:rPr>
                <w:b/>
                <w:bCs/>
              </w:rPr>
              <w:t xml:space="preserve"> ______________________________________________________________________________________________________________________________________</w:t>
            </w:r>
            <w:r>
              <w:t xml:space="preserve">с « </w:t>
            </w:r>
            <w:r>
              <w:rPr>
                <w:u w:val="single"/>
              </w:rPr>
              <w:t>__</w:t>
            </w:r>
            <w:r>
              <w:t xml:space="preserve"> » ________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.   по « </w:t>
            </w:r>
            <w:r>
              <w:rPr>
                <w:u w:val="single"/>
              </w:rPr>
              <w:t>__</w:t>
            </w:r>
            <w:r>
              <w:t xml:space="preserve"> » _______ 2021г.</w:t>
            </w:r>
          </w:p>
          <w:p w:rsidR="00386488" w:rsidRDefault="00386488">
            <w:pPr>
              <w:spacing w:after="0" w:line="240" w:lineRule="auto"/>
              <w:jc w:val="both"/>
            </w:pPr>
          </w:p>
          <w:p w:rsidR="00386488" w:rsidRDefault="00386488">
            <w:pPr>
              <w:spacing w:after="0" w:line="240" w:lineRule="auto"/>
              <w:jc w:val="both"/>
            </w:pPr>
          </w:p>
          <w:p w:rsidR="00386488" w:rsidRDefault="00386488">
            <w:pPr>
              <w:spacing w:after="0" w:line="240" w:lineRule="auto"/>
              <w:jc w:val="both"/>
            </w:pPr>
          </w:p>
          <w:p w:rsidR="00386488" w:rsidRDefault="00386488">
            <w:pPr>
              <w:spacing w:after="0" w:line="240" w:lineRule="auto"/>
              <w:jc w:val="both"/>
            </w:pPr>
            <w:r>
              <w:t>подпись__________________________</w:t>
            </w:r>
          </w:p>
        </w:tc>
      </w:tr>
    </w:tbl>
    <w:p w:rsidR="00386488" w:rsidRDefault="00386488">
      <w:pPr>
        <w:spacing w:after="0" w:line="240" w:lineRule="auto"/>
      </w:pPr>
    </w:p>
    <w:sectPr w:rsidR="00386488" w:rsidSect="0065634C">
      <w:pgSz w:w="16838" w:h="11906" w:orient="landscape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488" w:rsidRDefault="00386488">
      <w:pPr>
        <w:spacing w:line="240" w:lineRule="auto"/>
      </w:pPr>
      <w:r>
        <w:separator/>
      </w:r>
    </w:p>
  </w:endnote>
  <w:endnote w:type="continuationSeparator" w:id="1">
    <w:p w:rsidR="00386488" w:rsidRDefault="00386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488" w:rsidRDefault="00386488">
      <w:pPr>
        <w:spacing w:line="240" w:lineRule="auto"/>
      </w:pPr>
      <w:r>
        <w:separator/>
      </w:r>
    </w:p>
  </w:footnote>
  <w:footnote w:type="continuationSeparator" w:id="1">
    <w:p w:rsidR="00386488" w:rsidRDefault="003864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D63054"/>
    <w:multiLevelType w:val="singleLevel"/>
    <w:tmpl w:val="F1D63054"/>
    <w:lvl w:ilvl="0">
      <w:start w:val="8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FE740836"/>
    <w:multiLevelType w:val="singleLevel"/>
    <w:tmpl w:val="FE740836"/>
    <w:lvl w:ilvl="0">
      <w:start w:val="12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8AD"/>
    <w:rsid w:val="B4FF083E"/>
    <w:rsid w:val="B77FC27B"/>
    <w:rsid w:val="B99F3B63"/>
    <w:rsid w:val="B9BF6F24"/>
    <w:rsid w:val="BBCB3EA2"/>
    <w:rsid w:val="C9EB3621"/>
    <w:rsid w:val="CFFFE578"/>
    <w:rsid w:val="DDBF339A"/>
    <w:rsid w:val="EDF6D441"/>
    <w:rsid w:val="EFF96263"/>
    <w:rsid w:val="FFFB003B"/>
    <w:rsid w:val="000D5A7F"/>
    <w:rsid w:val="00100BC8"/>
    <w:rsid w:val="001109F4"/>
    <w:rsid w:val="00111804"/>
    <w:rsid w:val="001258E5"/>
    <w:rsid w:val="00130D5A"/>
    <w:rsid w:val="00133BFF"/>
    <w:rsid w:val="0014512B"/>
    <w:rsid w:val="00160872"/>
    <w:rsid w:val="00161572"/>
    <w:rsid w:val="00164E42"/>
    <w:rsid w:val="001733EE"/>
    <w:rsid w:val="00191FE2"/>
    <w:rsid w:val="001923B1"/>
    <w:rsid w:val="00195DFE"/>
    <w:rsid w:val="001B0B06"/>
    <w:rsid w:val="001B2816"/>
    <w:rsid w:val="00200B17"/>
    <w:rsid w:val="002766F8"/>
    <w:rsid w:val="0029557E"/>
    <w:rsid w:val="002C479B"/>
    <w:rsid w:val="002D0499"/>
    <w:rsid w:val="002D538C"/>
    <w:rsid w:val="00347F4C"/>
    <w:rsid w:val="00357BEC"/>
    <w:rsid w:val="0036665F"/>
    <w:rsid w:val="00385E51"/>
    <w:rsid w:val="00386488"/>
    <w:rsid w:val="00395CFA"/>
    <w:rsid w:val="003A7A7A"/>
    <w:rsid w:val="003C6599"/>
    <w:rsid w:val="003D3B1F"/>
    <w:rsid w:val="004357C6"/>
    <w:rsid w:val="004F78AD"/>
    <w:rsid w:val="00510009"/>
    <w:rsid w:val="00510B80"/>
    <w:rsid w:val="00510C91"/>
    <w:rsid w:val="0053660D"/>
    <w:rsid w:val="005510CB"/>
    <w:rsid w:val="0056193C"/>
    <w:rsid w:val="005C4F95"/>
    <w:rsid w:val="0065634C"/>
    <w:rsid w:val="00670D88"/>
    <w:rsid w:val="0068011A"/>
    <w:rsid w:val="00682910"/>
    <w:rsid w:val="0069423D"/>
    <w:rsid w:val="006B2E5C"/>
    <w:rsid w:val="006C3F0B"/>
    <w:rsid w:val="006E074B"/>
    <w:rsid w:val="007251A9"/>
    <w:rsid w:val="00731B36"/>
    <w:rsid w:val="00780ACF"/>
    <w:rsid w:val="007D1B73"/>
    <w:rsid w:val="00834956"/>
    <w:rsid w:val="008401AF"/>
    <w:rsid w:val="008822B8"/>
    <w:rsid w:val="00887143"/>
    <w:rsid w:val="008A6022"/>
    <w:rsid w:val="008D2413"/>
    <w:rsid w:val="008E1543"/>
    <w:rsid w:val="008E65C1"/>
    <w:rsid w:val="008F6A5E"/>
    <w:rsid w:val="00947D08"/>
    <w:rsid w:val="009650E4"/>
    <w:rsid w:val="009A6F91"/>
    <w:rsid w:val="00A0575E"/>
    <w:rsid w:val="00A1031B"/>
    <w:rsid w:val="00A63B0D"/>
    <w:rsid w:val="00A76041"/>
    <w:rsid w:val="00AB6AAD"/>
    <w:rsid w:val="00AE76BC"/>
    <w:rsid w:val="00B12757"/>
    <w:rsid w:val="00B14083"/>
    <w:rsid w:val="00B26658"/>
    <w:rsid w:val="00B34F58"/>
    <w:rsid w:val="00B55B15"/>
    <w:rsid w:val="00B92786"/>
    <w:rsid w:val="00BB63CE"/>
    <w:rsid w:val="00BF3AE1"/>
    <w:rsid w:val="00BF749C"/>
    <w:rsid w:val="00C1493A"/>
    <w:rsid w:val="00C17247"/>
    <w:rsid w:val="00C4660F"/>
    <w:rsid w:val="00C53625"/>
    <w:rsid w:val="00C82164"/>
    <w:rsid w:val="00CE550D"/>
    <w:rsid w:val="00CF7FCE"/>
    <w:rsid w:val="00D01FD2"/>
    <w:rsid w:val="00DB1529"/>
    <w:rsid w:val="00DC0165"/>
    <w:rsid w:val="00DE5ADF"/>
    <w:rsid w:val="00E27E31"/>
    <w:rsid w:val="00E45904"/>
    <w:rsid w:val="00E6380A"/>
    <w:rsid w:val="00E86737"/>
    <w:rsid w:val="00EB4A54"/>
    <w:rsid w:val="00ED26BC"/>
    <w:rsid w:val="00FB7F68"/>
    <w:rsid w:val="00FC3746"/>
    <w:rsid w:val="00FD34DB"/>
    <w:rsid w:val="1FDF7F66"/>
    <w:rsid w:val="3E7A17D1"/>
    <w:rsid w:val="5E791A5E"/>
    <w:rsid w:val="5FFF190C"/>
    <w:rsid w:val="735F8BD0"/>
    <w:rsid w:val="7FFBF1D0"/>
    <w:rsid w:val="7FFFE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34C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врезки"/>
    <w:basedOn w:val="Normal"/>
    <w:uiPriority w:val="99"/>
    <w:rsid w:val="0065634C"/>
  </w:style>
  <w:style w:type="paragraph" w:customStyle="1" w:styleId="Bodytext3">
    <w:name w:val="Body text (3)"/>
    <w:basedOn w:val="Normal"/>
    <w:uiPriority w:val="99"/>
    <w:rsid w:val="0065634C"/>
    <w:pPr>
      <w:shd w:val="clear" w:color="auto" w:fill="FFFFFF"/>
      <w:spacing w:line="298" w:lineRule="exact"/>
      <w:jc w:val="center"/>
    </w:pPr>
    <w:rPr>
      <w:b/>
      <w:bCs/>
      <w:sz w:val="26"/>
      <w:szCs w:val="26"/>
    </w:rPr>
  </w:style>
  <w:style w:type="character" w:customStyle="1" w:styleId="11">
    <w:name w:val="Основной текст + 11"/>
    <w:basedOn w:val="a0"/>
    <w:uiPriority w:val="99"/>
    <w:rsid w:val="0065634C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a0">
    <w:name w:val="Основной текст_"/>
    <w:basedOn w:val="DefaultParagraphFont"/>
    <w:link w:val="1"/>
    <w:uiPriority w:val="99"/>
    <w:locked/>
    <w:rsid w:val="0065634C"/>
    <w:rPr>
      <w:rFonts w:ascii="Times New Roman" w:hAnsi="Times New Roman" w:cs="Times New Roman"/>
      <w:sz w:val="28"/>
      <w:szCs w:val="28"/>
      <w:u w:val="none"/>
    </w:rPr>
  </w:style>
  <w:style w:type="paragraph" w:customStyle="1" w:styleId="1">
    <w:name w:val="Основной текст1"/>
    <w:basedOn w:val="Normal"/>
    <w:link w:val="a0"/>
    <w:uiPriority w:val="99"/>
    <w:rsid w:val="0065634C"/>
    <w:pPr>
      <w:widowControl w:val="0"/>
      <w:shd w:val="clear" w:color="auto" w:fill="FFFFFF"/>
      <w:spacing w:before="360" w:line="320" w:lineRule="exact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2</Pages>
  <Words>326</Words>
  <Characters>1859</Characters>
  <Application>Microsoft Office Outlook</Application>
  <DocSecurity>0</DocSecurity>
  <Lines>0</Lines>
  <Paragraphs>0</Paragraphs>
  <ScaleCrop>false</ScaleCrop>
  <Company>DDGroup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Istomin</cp:lastModifiedBy>
  <cp:revision>21</cp:revision>
  <cp:lastPrinted>2021-02-19T16:12:00Z</cp:lastPrinted>
  <dcterms:created xsi:type="dcterms:W3CDTF">2020-12-19T14:33:00Z</dcterms:created>
  <dcterms:modified xsi:type="dcterms:W3CDTF">2021-10-13T04:58:00Z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